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rebuchet MS" w:eastAsiaTheme="minorHAnsi" w:hAnsi="Trebuchet MS"/>
          <w:sz w:val="2"/>
          <w:lang w:eastAsia="en-US"/>
        </w:rPr>
        <w:id w:val="-1556238090"/>
        <w:docPartObj>
          <w:docPartGallery w:val="Cover Pages"/>
          <w:docPartUnique/>
        </w:docPartObj>
      </w:sdtPr>
      <w:sdtEndPr>
        <w:rPr>
          <w:sz w:val="22"/>
        </w:rPr>
      </w:sdtEndPr>
      <w:sdtContent>
        <w:p w14:paraId="4ADCC96B" w14:textId="77777777" w:rsidR="001C5698" w:rsidRDefault="001C5698">
          <w:pPr>
            <w:pStyle w:val="NoSpacing"/>
            <w:rPr>
              <w:sz w:val="2"/>
            </w:rPr>
          </w:pPr>
        </w:p>
        <w:p w14:paraId="1327E9A9" w14:textId="77777777" w:rsidR="001C5698" w:rsidRDefault="001C5698"/>
        <w:p w14:paraId="7D3BBF6C" w14:textId="77777777" w:rsidR="001C5698" w:rsidRDefault="001C5698">
          <w:r>
            <w:rPr>
              <w:noProof/>
              <w:lang w:eastAsia="de-A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A5F94DB" wp14:editId="7FDE5611">
                    <wp:simplePos x="0" y="0"/>
                    <wp:positionH relativeFrom="margin">
                      <wp:align>right</wp:align>
                    </wp:positionH>
                    <wp:positionV relativeFrom="margin">
                      <wp:posOffset>312629</wp:posOffset>
                    </wp:positionV>
                    <wp:extent cx="5943600" cy="914400"/>
                    <wp:effectExtent l="0" t="0" r="0" b="0"/>
                    <wp:wrapNone/>
                    <wp:docPr id="62" name="Textfeld 6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9436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rebuchet MS" w:eastAsiaTheme="majorEastAsia" w:hAnsi="Trebuchet MS" w:cstheme="majorBidi"/>
                                    <w:caps/>
                                    <w:color w:val="8496B0" w:themeColor="text2" w:themeTint="99"/>
                                    <w:sz w:val="64"/>
                                    <w:szCs w:val="64"/>
                                    <w:lang w:val="en-GB"/>
                                  </w:rPr>
                                  <w:alias w:val="Titel"/>
                                  <w:tag w:val=""/>
                                  <w:id w:val="797192764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>
                                  <w:rPr>
                                    <w:sz w:val="68"/>
                                    <w:szCs w:val="68"/>
                                  </w:rPr>
                                </w:sdtEndPr>
                                <w:sdtContent>
                                  <w:p w14:paraId="184295C9" w14:textId="77777777" w:rsidR="001C5698" w:rsidRPr="00C440BC" w:rsidRDefault="00C440BC">
                                    <w:pPr>
                                      <w:pStyle w:val="NoSpacing"/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8"/>
                                        <w:szCs w:val="68"/>
                                        <w:lang w:val="en-GB"/>
                                      </w:rPr>
                                    </w:pPr>
                                    <w:r w:rsidRPr="00C440BC">
                                      <w:rPr>
                                        <w:rFonts w:ascii="Trebuchet MS" w:eastAsiaTheme="majorEastAsia" w:hAnsi="Trebuchet MS" w:cstheme="majorBidi"/>
                                        <w:caps/>
                                        <w:color w:val="8496B0" w:themeColor="text2" w:themeTint="99"/>
                                        <w:sz w:val="64"/>
                                        <w:szCs w:val="64"/>
                                        <w:lang w:val="en-GB"/>
                                      </w:rPr>
                                      <w:t>Module 01: Check-in to Talent management 4.0</w:t>
                                    </w:r>
                                  </w:p>
                                </w:sdtContent>
                              </w:sdt>
                              <w:p w14:paraId="4D78F36B" w14:textId="5466F537" w:rsidR="001C5698" w:rsidRPr="00291F80" w:rsidRDefault="00051490">
                                <w:pPr>
                                  <w:pStyle w:val="NoSpacing"/>
                                  <w:spacing w:before="120"/>
                                  <w:rPr>
                                    <w:rFonts w:ascii="Trebuchet MS" w:hAnsi="Trebuchet MS"/>
                                    <w:color w:val="5B9BD5" w:themeColor="accent1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sdt>
                                  <w:sdtPr>
                                    <w:rPr>
                                      <w:rFonts w:ascii="Trebuchet MS" w:hAnsi="Trebuchet MS"/>
                                      <w:color w:val="5B9BD5" w:themeColor="accent1"/>
                                      <w:sz w:val="36"/>
                                      <w:szCs w:val="36"/>
                                      <w:lang w:val="en-GB"/>
                                    </w:rPr>
                                    <w:alias w:val="Untertitel"/>
                                    <w:tag w:val=""/>
                                    <w:id w:val="202174300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Worksheet 01.1</w:t>
                                    </w:r>
                                    <w:r w:rsidR="00C8196D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 - </w:t>
                                    </w:r>
                                    <w:r w:rsidR="00291F80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First steps to define</w:t>
                                    </w:r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 xml:space="preserve"> </w:t>
                                    </w:r>
                                    <w:r w:rsidR="00291F80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t</w:t>
                                    </w:r>
                                    <w:r w:rsidR="00C440BC" w:rsidRPr="00291F80">
                                      <w:rPr>
                                        <w:rFonts w:ascii="Trebuchet MS" w:hAnsi="Trebuchet MS"/>
                                        <w:color w:val="5B9BD5" w:themeColor="accent1"/>
                                        <w:sz w:val="36"/>
                                        <w:szCs w:val="36"/>
                                        <w:lang w:val="en-GB"/>
                                      </w:rPr>
                                      <w:t>alent</w:t>
                                    </w:r>
                                  </w:sdtContent>
                                </w:sdt>
                                <w:r w:rsidR="001C5698" w:rsidRPr="00291F80">
                                  <w:rPr>
                                    <w:rFonts w:ascii="Trebuchet MS" w:hAnsi="Trebuchet MS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341F40F0" w14:textId="77777777" w:rsidR="001C5698" w:rsidRPr="00291F80" w:rsidRDefault="001C5698">
                                <w:pPr>
                                  <w:rPr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76500</wp14:pctWidth>
                    </wp14:sizeRelH>
                  </wp:anchor>
                </w:drawing>
              </mc:Choice>
              <mc:Fallback>
                <w:pict>
                  <v:shapetype w14:anchorId="3A5F94DB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2" o:spid="_x0000_s1026" type="#_x0000_t202" style="position:absolute;margin-left:416.8pt;margin-top:24.6pt;width:468pt;height:1in;z-index:251661312;visibility:visible;mso-wrap-style:square;mso-width-percent:765;mso-wrap-distance-left:9pt;mso-wrap-distance-top:0;mso-wrap-distance-right:9pt;mso-wrap-distance-bottom:0;mso-position-horizontal:right;mso-position-horizontal-relative:margin;mso-position-vertical:absolute;mso-position-vertical-relative:margin;mso-width-percent:765;mso-width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vUfAIAAGQFAAAOAAAAZHJzL2Uyb0RvYy54bWysVE1PGzEQvVfqf7B8L5uEQEvEBqUgqkoI&#10;UEnF2fHaZFV/1Xaym/76Pnt3Q5T2QtWLd3bmeTwfb+byqtWKbIUPtTUlHZ+MKBGG26o2LyX9vrz9&#10;8ImSEJmpmLJGlHQnAr2av3932biZmNi1VZXwBE5MmDWupOsY3awoAl8LzcKJdcLAKK3XLOLXvxSV&#10;Zw28a1VMRqPzorG+ct5yEQK0N52RzrN/KQWPD1IGEYkqKWKL+fT5XKWzmF+y2Ytnbl3zPgz2D1Fo&#10;Vhs8und1wyIjG1//4UrX3NtgZTzhVhdWypqLnAOyGY+OsnlaMydyLihOcPsyhf/nlt9vHz2pq5Ke&#10;TygxTKNHS9FGKVRFoEJ9GhdmgD05AGP72bbo86APUKa0W+l1+iIhAjsqvdtXF94Ih/LsYnp6PoKJ&#10;w3Yxnk4hw33xetv5EL8Iq0kSSurRvVxUtr0LsYMOkPSYsbe1UrmDypAGKZyejfKFvQXOlUlYkbnQ&#10;u0kZdZFnKe6USBhlvgmJWuQEkiKzUFwrT7YM/GGcCxNz7tkv0AklEcRbLvb416jecrnLY3jZmri/&#10;rGtjfc7+KOzqxxCy7PCo+UHeSYztqu07vbLVDo32thuV4PhtjW7csRAfmcdsoIGY9/iAQyqLqtte&#10;omRt/a+/6RMelIWVkgazVtLwc8O8oER9NSBzJgOGM/9Mzz5O8IY/tKwOLWajry3aMcZmcTyLCR/V&#10;IEpv9TPWwiK9ChMzHG+XNA7idew2ANYKF4tFBmEcHYt35snx5Dp1J3Ft2T4z73pCRlD53g5TyWZH&#10;vOywmThusYlgZyZtKnBX1b7wGOVM+37tpF1x+J9Rr8tx/hsAAP//AwBQSwMEFAAGAAgAAAAhAKaM&#10;32HgAAAABwEAAA8AAABkcnMvZG93bnJldi54bWxMj81OwzAQhO9IvIO1SFyi1iFFFQlxKv564FCh&#10;tiBxdOMljojXIXbblKdnOcFxdkYz35aL0XXigENoPSm4mqYgkGpvWmoUvG6XkxsQIWoyuvOECk4Y&#10;YFGdn5W6MP5IazxsYiO4hEKhFdgY+0LKUFt0Okx9j8Tehx+cjiyHRppBH7ncdTJL07l0uiVesLrH&#10;B4v152bvFPj26fT2YlZJtkySr8fnZv19/26VurwY725BRBzjXxh+8RkdKmba+T2ZIDoF/EhUcJ1n&#10;INjNZ3M+7DiWzzKQVSn/81c/AAAA//8DAFBLAQItABQABgAIAAAAIQC2gziS/gAAAOEBAAATAAAA&#10;AAAAAAAAAAAAAAAAAABbQ29udGVudF9UeXBlc10ueG1sUEsBAi0AFAAGAAgAAAAhADj9If/WAAAA&#10;lAEAAAsAAAAAAAAAAAAAAAAALwEAAF9yZWxzLy5yZWxzUEsBAi0AFAAGAAgAAAAhALgzK9R8AgAA&#10;ZAUAAA4AAAAAAAAAAAAAAAAALgIAAGRycy9lMm9Eb2MueG1sUEsBAi0AFAAGAAgAAAAhAKaM32Hg&#10;AAAABwEAAA8AAAAAAAAAAAAAAAAA1gQAAGRycy9kb3ducmV2LnhtbFBLBQYAAAAABAAEAPMAAADj&#10;BQAAAAA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="Trebuchet MS" w:eastAsiaTheme="majorEastAsia" w:hAnsi="Trebuchet MS" w:cstheme="majorBidi"/>
                              <w:caps/>
                              <w:color w:val="8496B0" w:themeColor="text2" w:themeTint="99"/>
                              <w:sz w:val="64"/>
                              <w:szCs w:val="64"/>
                              <w:lang w:val="en-GB"/>
                            </w:rPr>
                            <w:alias w:val="Titel"/>
                            <w:tag w:val=""/>
                            <w:id w:val="79719276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>
                            <w:rPr>
                              <w:sz w:val="68"/>
                              <w:szCs w:val="68"/>
                            </w:rPr>
                          </w:sdtEndPr>
                          <w:sdtContent>
                            <w:p w14:paraId="184295C9" w14:textId="77777777" w:rsidR="001C5698" w:rsidRPr="00C440BC" w:rsidRDefault="00C440BC">
                              <w:pPr>
                                <w:pStyle w:val="NoSpacing"/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8"/>
                                  <w:szCs w:val="68"/>
                                  <w:lang w:val="en-GB"/>
                                </w:rPr>
                              </w:pPr>
                              <w:r w:rsidRPr="00C440BC">
                                <w:rPr>
                                  <w:rFonts w:ascii="Trebuchet MS" w:eastAsiaTheme="majorEastAsia" w:hAnsi="Trebuchet MS" w:cstheme="majorBidi"/>
                                  <w:caps/>
                                  <w:color w:val="8496B0" w:themeColor="text2" w:themeTint="99"/>
                                  <w:sz w:val="64"/>
                                  <w:szCs w:val="64"/>
                                  <w:lang w:val="en-GB"/>
                                </w:rPr>
                                <w:t>Module 01: Check-in to Talent management 4.0</w:t>
                              </w:r>
                            </w:p>
                          </w:sdtContent>
                        </w:sdt>
                        <w:p w14:paraId="4D78F36B" w14:textId="5466F537" w:rsidR="001C5698" w:rsidRPr="00291F80" w:rsidRDefault="00051490">
                          <w:pPr>
                            <w:pStyle w:val="NoSpacing"/>
                            <w:spacing w:before="120"/>
                            <w:rPr>
                              <w:rFonts w:ascii="Trebuchet MS" w:hAnsi="Trebuchet MS"/>
                              <w:color w:val="5B9BD5" w:themeColor="accent1"/>
                              <w:sz w:val="36"/>
                              <w:szCs w:val="36"/>
                              <w:lang w:val="en-GB"/>
                            </w:rPr>
                          </w:pPr>
                          <w:sdt>
                            <w:sdtPr>
                              <w:rPr>
                                <w:rFonts w:ascii="Trebuchet MS" w:hAnsi="Trebuchet MS"/>
                                <w:color w:val="5B9BD5" w:themeColor="accent1"/>
                                <w:sz w:val="36"/>
                                <w:szCs w:val="36"/>
                                <w:lang w:val="en-GB"/>
                              </w:rPr>
                              <w:alias w:val="Untertitel"/>
                              <w:tag w:val=""/>
                              <w:id w:val="202174300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Worksheet 01.1</w:t>
                              </w:r>
                              <w:r w:rsidR="00C8196D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 - </w:t>
                              </w:r>
                              <w:r w:rsidR="00291F80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First steps to define</w:t>
                              </w:r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291F80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t</w:t>
                              </w:r>
                              <w:r w:rsidR="00C440BC" w:rsidRPr="00291F80">
                                <w:rPr>
                                  <w:rFonts w:ascii="Trebuchet MS" w:hAnsi="Trebuchet MS"/>
                                  <w:color w:val="5B9BD5" w:themeColor="accent1"/>
                                  <w:sz w:val="36"/>
                                  <w:szCs w:val="36"/>
                                  <w:lang w:val="en-GB"/>
                                </w:rPr>
                                <w:t>alent</w:t>
                              </w:r>
                            </w:sdtContent>
                          </w:sdt>
                          <w:r w:rsidR="001C5698" w:rsidRPr="00291F80">
                            <w:rPr>
                              <w:rFonts w:ascii="Trebuchet MS" w:hAnsi="Trebuchet MS"/>
                              <w:lang w:val="en-GB"/>
                            </w:rPr>
                            <w:t xml:space="preserve"> </w:t>
                          </w:r>
                        </w:p>
                        <w:p w14:paraId="341F40F0" w14:textId="77777777" w:rsidR="001C5698" w:rsidRPr="00291F80" w:rsidRDefault="001C5698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  <w:p w14:paraId="782B99ED" w14:textId="77777777" w:rsidR="001C5698" w:rsidRDefault="001C5698"/>
        <w:p w14:paraId="3BBD1781" w14:textId="77777777" w:rsidR="001C5698" w:rsidRDefault="001C5698"/>
        <w:p w14:paraId="603B73D2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 wp14:anchorId="0F98D971" wp14:editId="75DA82EA">
                    <wp:simplePos x="0" y="0"/>
                    <wp:positionH relativeFrom="page">
                      <wp:posOffset>1663065</wp:posOffset>
                    </wp:positionH>
                    <wp:positionV relativeFrom="page">
                      <wp:posOffset>2257588</wp:posOffset>
                    </wp:positionV>
                    <wp:extent cx="5494020" cy="5696585"/>
                    <wp:effectExtent l="0" t="0" r="0" b="6350"/>
                    <wp:wrapNone/>
                    <wp:docPr id="63" name="Grupp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5494020" cy="5696585"/>
                              <a:chOff x="0" y="0"/>
                              <a:chExt cx="4329113" cy="4491038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64" name="Freihandform 64"/>
                            <wps:cNvSpPr>
                              <a:spLocks/>
                            </wps:cNvSpPr>
                            <wps:spPr bwMode="auto">
                              <a:xfrm>
                                <a:off x="1501775" y="0"/>
                                <a:ext cx="2827338" cy="2835275"/>
                              </a:xfrm>
                              <a:custGeom>
                                <a:avLst/>
                                <a:gdLst>
                                  <a:gd name="T0" fmla="*/ 4 w 1781"/>
                                  <a:gd name="T1" fmla="*/ 1786 h 1786"/>
                                  <a:gd name="T2" fmla="*/ 0 w 1781"/>
                                  <a:gd name="T3" fmla="*/ 1782 h 1786"/>
                                  <a:gd name="T4" fmla="*/ 1776 w 1781"/>
                                  <a:gd name="T5" fmla="*/ 0 h 1786"/>
                                  <a:gd name="T6" fmla="*/ 1781 w 1781"/>
                                  <a:gd name="T7" fmla="*/ 5 h 1786"/>
                                  <a:gd name="T8" fmla="*/ 4 w 1781"/>
                                  <a:gd name="T9" fmla="*/ 1786 h 17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781" h="1786">
                                    <a:moveTo>
                                      <a:pt x="4" y="1786"/>
                                    </a:moveTo>
                                    <a:lnTo>
                                      <a:pt x="0" y="1782"/>
                                    </a:lnTo>
                                    <a:lnTo>
                                      <a:pt x="1776" y="0"/>
                                    </a:lnTo>
                                    <a:lnTo>
                                      <a:pt x="1781" y="5"/>
                                    </a:lnTo>
                                    <a:lnTo>
                                      <a:pt x="4" y="178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5" name="Freihandform 65"/>
                            <wps:cNvSpPr>
                              <a:spLocks/>
                            </wps:cNvSpPr>
                            <wps:spPr bwMode="auto">
                              <a:xfrm>
                                <a:off x="782637" y="227013"/>
                                <a:ext cx="3546475" cy="3546475"/>
                              </a:xfrm>
                              <a:custGeom>
                                <a:avLst/>
                                <a:gdLst>
                                  <a:gd name="T0" fmla="*/ 5 w 2234"/>
                                  <a:gd name="T1" fmla="*/ 2234 h 2234"/>
                                  <a:gd name="T2" fmla="*/ 0 w 2234"/>
                                  <a:gd name="T3" fmla="*/ 2229 h 2234"/>
                                  <a:gd name="T4" fmla="*/ 2229 w 2234"/>
                                  <a:gd name="T5" fmla="*/ 0 h 2234"/>
                                  <a:gd name="T6" fmla="*/ 2234 w 2234"/>
                                  <a:gd name="T7" fmla="*/ 5 h 2234"/>
                                  <a:gd name="T8" fmla="*/ 5 w 2234"/>
                                  <a:gd name="T9" fmla="*/ 2234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34" h="2234">
                                    <a:moveTo>
                                      <a:pt x="5" y="2234"/>
                                    </a:moveTo>
                                    <a:lnTo>
                                      <a:pt x="0" y="2229"/>
                                    </a:lnTo>
                                    <a:lnTo>
                                      <a:pt x="2229" y="0"/>
                                    </a:lnTo>
                                    <a:lnTo>
                                      <a:pt x="2234" y="5"/>
                                    </a:lnTo>
                                    <a:lnTo>
                                      <a:pt x="5" y="223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6" name="Freihandform 66"/>
                            <wps:cNvSpPr>
                              <a:spLocks/>
                            </wps:cNvSpPr>
                            <wps:spPr bwMode="auto">
                              <a:xfrm>
                                <a:off x="841375" y="109538"/>
                                <a:ext cx="3487738" cy="3487738"/>
                              </a:xfrm>
                              <a:custGeom>
                                <a:avLst/>
                                <a:gdLst>
                                  <a:gd name="T0" fmla="*/ 9 w 2197"/>
                                  <a:gd name="T1" fmla="*/ 2197 h 2197"/>
                                  <a:gd name="T2" fmla="*/ 0 w 2197"/>
                                  <a:gd name="T3" fmla="*/ 2193 h 2197"/>
                                  <a:gd name="T4" fmla="*/ 2188 w 2197"/>
                                  <a:gd name="T5" fmla="*/ 0 h 2197"/>
                                  <a:gd name="T6" fmla="*/ 2197 w 2197"/>
                                  <a:gd name="T7" fmla="*/ 10 h 2197"/>
                                  <a:gd name="T8" fmla="*/ 9 w 2197"/>
                                  <a:gd name="T9" fmla="*/ 2197 h 21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197" h="2197">
                                    <a:moveTo>
                                      <a:pt x="9" y="2197"/>
                                    </a:moveTo>
                                    <a:lnTo>
                                      <a:pt x="0" y="2193"/>
                                    </a:lnTo>
                                    <a:lnTo>
                                      <a:pt x="2188" y="0"/>
                                    </a:lnTo>
                                    <a:lnTo>
                                      <a:pt x="2197" y="10"/>
                                    </a:lnTo>
                                    <a:lnTo>
                                      <a:pt x="9" y="2197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ihandform 67"/>
                            <wps:cNvSpPr>
                              <a:spLocks/>
                            </wps:cNvSpPr>
                            <wps:spPr bwMode="auto">
                              <a:xfrm>
                                <a:off x="1216025" y="498475"/>
                                <a:ext cx="3113088" cy="3121025"/>
                              </a:xfrm>
                              <a:custGeom>
                                <a:avLst/>
                                <a:gdLst>
                                  <a:gd name="T0" fmla="*/ 9 w 1961"/>
                                  <a:gd name="T1" fmla="*/ 1966 h 1966"/>
                                  <a:gd name="T2" fmla="*/ 0 w 1961"/>
                                  <a:gd name="T3" fmla="*/ 1957 h 1966"/>
                                  <a:gd name="T4" fmla="*/ 1952 w 1961"/>
                                  <a:gd name="T5" fmla="*/ 0 h 1966"/>
                                  <a:gd name="T6" fmla="*/ 1961 w 1961"/>
                                  <a:gd name="T7" fmla="*/ 9 h 1966"/>
                                  <a:gd name="T8" fmla="*/ 9 w 1961"/>
                                  <a:gd name="T9" fmla="*/ 1966 h 19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961" h="1966">
                                    <a:moveTo>
                                      <a:pt x="9" y="1966"/>
                                    </a:moveTo>
                                    <a:lnTo>
                                      <a:pt x="0" y="1957"/>
                                    </a:lnTo>
                                    <a:lnTo>
                                      <a:pt x="1952" y="0"/>
                                    </a:lnTo>
                                    <a:lnTo>
                                      <a:pt x="1961" y="9"/>
                                    </a:lnTo>
                                    <a:lnTo>
                                      <a:pt x="9" y="196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ihandform 68"/>
                            <wps:cNvSpPr>
                              <a:spLocks/>
                            </wps:cNvSpPr>
                            <wps:spPr bwMode="auto">
                              <a:xfrm>
                                <a:off x="0" y="153988"/>
                                <a:ext cx="4329113" cy="4337050"/>
                              </a:xfrm>
                              <a:custGeom>
                                <a:avLst/>
                                <a:gdLst>
                                  <a:gd name="T0" fmla="*/ 0 w 2727"/>
                                  <a:gd name="T1" fmla="*/ 2732 h 2732"/>
                                  <a:gd name="T2" fmla="*/ 0 w 2727"/>
                                  <a:gd name="T3" fmla="*/ 2728 h 2732"/>
                                  <a:gd name="T4" fmla="*/ 2722 w 2727"/>
                                  <a:gd name="T5" fmla="*/ 0 h 2732"/>
                                  <a:gd name="T6" fmla="*/ 2727 w 2727"/>
                                  <a:gd name="T7" fmla="*/ 5 h 2732"/>
                                  <a:gd name="T8" fmla="*/ 0 w 2727"/>
                                  <a:gd name="T9" fmla="*/ 2732 h 27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27" h="2732">
                                    <a:moveTo>
                                      <a:pt x="0" y="2732"/>
                                    </a:moveTo>
                                    <a:lnTo>
                                      <a:pt x="0" y="2728"/>
                                    </a:lnTo>
                                    <a:lnTo>
                                      <a:pt x="2722" y="0"/>
                                    </a:lnTo>
                                    <a:lnTo>
                                      <a:pt x="2727" y="5"/>
                                    </a:lnTo>
                                    <a:lnTo>
                                      <a:pt x="0" y="273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70600</wp14:pctWidth>
                    </wp14:sizeRelH>
                    <wp14:sizeRelV relativeFrom="page">
                      <wp14:pctHeight>56600</wp14:pctHeight>
                    </wp14:sizeRelV>
                  </wp:anchor>
                </w:drawing>
              </mc:Choice>
              <mc:Fallback>
                <w:pict>
                  <v:group w14:anchorId="7A865AB1" id="Gruppe 2" o:spid="_x0000_s1026" style="position:absolute;margin-left:130.95pt;margin-top:177.75pt;width:432.6pt;height:448.55pt;z-index:-251656192;mso-width-percent:706;mso-height-percent:566;mso-position-horizontal-relative:page;mso-position-vertical-relative:page;mso-width-percent:706;mso-height-percent:566" coordsize="43291,44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Vor5AYAAJgmAAAOAAAAZHJzL2Uyb0RvYy54bWzsmltvo0YUx98r9TsgHitlzR1jrbPqZjdR&#10;pXS70qbqMwF8UTFDAcfeVv3u/Z8zjBnb4EQb92El5yGA53Dm3GZ+M8Dbd9tVbjxlVb0UxdS031im&#10;kRWJSJfFfGr+/nB7NTaNuomLNM5FkU3Nr1ltvrv+8Ye3m3KSOWIh8jSrDCgp6smmnJqLpikno1Gd&#10;LLJVXL8RZVagcSaqVdzgspqP0ireQPsqHzmWFYw2okrLSiRZXePXD7LRvGb9s1mWNL/NZnXWGPnU&#10;hG0N/6/4/yP9H12/jSfzKi4Xy6Q1I/4GK1bxskCnO1Uf4iY21tXySNVqmVSiFrPmTSJWIzGbLZOM&#10;fYA3tnXgzV0l1iX7Mp9s5uUuTAjtQZy+WW3y6elzZSzTqRm4plHEK+TorlqXZWY4FJxNOZ9A5q4q&#10;v5SfK+khTu9F8mdtFOJmERfz7Oe6RKCRfrpjdHgLXc+7+7ezakV64Lux5UR83SUi2zZGgh99L/Is&#10;B/lK0OYHUeCPfZmqZIF8Ht2XLD62d3quE9k2XKE7PS+yLXfMVsUT1XEt8mV6u8xzsoILLbvJK+Mp&#10;Rok0W4fTmK9Xv4pU/hZY+JO942fqnkU99fNI0wL3cdV1wMHYOb8pUeR1l8f6dXn8sojLjMujphyp&#10;PHoqj7dVtkR+Uho9RuCRC2QBRFUua5lImTWthcRq5Nt43CAMKIl43QgOjApimz3bt+ww9E3jOIfO&#10;2AldBJ8z4Yxd34Ec9dRlIlnXzV0muBzip/u6QTOGUIozedIW5AMqYbbKMTB/GhmesTHscMy1RsJK&#10;xtZk0B4YCxILZOI6MUcTswZUoXx23UGHM6AKgdbEwmBAG6KzE7MGVAWaDDk3oCrUxPwBVYj4rruh&#10;WEWazEGskJ5dAuKFykmyLdqk4MzAmKchSzkqRU2jkTKEEniQM0A8gRS1DggjByTstuVwWhhRJmFV&#10;O6eFEUcSDl+kGZEi4UgXhvvoofW1wqx2CI7KNACOR1lWZdxQiDgQODU2mAOpNI0FnwQcopV4yh4E&#10;yzQUK+kQhb3tuBPIC11QxhSCPBPDMtWsjiXrwwCUbvMkdUKMDIPDKpJKizpKbUfWqeYkF3Umxy+5&#10;zQN55z+FTRvMmPFoguXhnHMlFKL9ge2jYGCub0NHsz6z8p/IdjzrvRNd3Qbj8Mq79fyrKLTGV5Yd&#10;vY8CC1T4cPsvBdX2JotlmmbF/bLIFLdt72XzabuCkMRlclPiIt/xOV/a9I25vJo/7uhAM75EAbzY&#10;EwOoi5TdXWRx+rE9b+JlLs9H+xZz8OC2OnIgwAo568pp+lGkXzEDY20Fsi5E9bdpbLBOmZr1X+u4&#10;ykwj/6UAQCLb81AoDV94fkjUrPSWR72lWK9uBDiHSoiLBFqBPHV608h1ERYmyOt98aVMSJALt6qb&#10;h+0fcVUaJU5xE4z/JBSA4omavREXEpCy8I5cko60F8CfdO//5yDmXbme2ecgl/+5OYgxGriYnTG8&#10;HCe0sADhYqDKpvWM63uBR5ikVYm6kGNJAVUfPiqa2lTcAQz53c3vPjjhOC6jfYiF1A5U9IkdsrBP&#10;Rmeh4zjRgCpMGzurWKzfsEMW9vWos5CN71d1yMI+VToLh2Kls5C762KFar6w8BUs5JQQC/mEJpIO&#10;dZI2qAceMrKEEe9OQHFHCkoWUmW10FTN6ijFWIBUnmahNAxip1l4ZJ3q7MJC88LC74mFmFP7WMgr&#10;0HOzcOzZbrsltK3Il/tvXu9JFnrjMFT7Qre9OAMLI2KhHfHSf5CFaCeA9YgdsbBHZo+FduQOqNpj&#10;oT0eDxh2xMKeHvdYSMb3+6iz0KY9Zp+HOgyHgrUHQ+qvU3WB4es2hpwShiHluQ+GCD7BsC2D52GI&#10;CjwNQ9Qeq3wGhtQh9Wyfljsy70LDy86w2+0Z38/OEOXeR0NGx7lpaDt2YOHJAg0wLxrTLnB/a4in&#10;1RaNU94aQpqEz4RDOwpOPyaNAn5MioM0qttlHuKwT5WOQzvyCRYQO1Kl4xBiDhjWp+0Qh32qdByS&#10;jgFVOg5pw9qn6pCGfSbpNCQdmqoLDV9HQw43PyalihmmoUrdszSkAjxJQyq9F9BQGobBenqjKWGo&#10;WXeB4QWG3yUMMRH2wZDfmp4bhvIpju27EYi3h8H997auG1q+Wo2+6gkpveJzQuf0rjB06RUfXlfy&#10;ixZ983iIwT5VOgbRPh5QpWMQYoTBPm2HGOyzSscg6RhQpWOQ3hb2qdIxOBQrHYOkQ1N1weDrMMgV&#10;wJtCKr4+DLYPPtvafBaDUKi+d1BEUsf2CSlK7wUYlIYBg2oxqrSo495j2c461Xx5Qnp5Qnqmt4X8&#10;DQ0+f+KXpe2nWvR9lX7Nbxe7D8qu/wMAAP//AwBQSwMEFAAGAAgAAAAhAL+h4YDiAAAADQEAAA8A&#10;AABkcnMvZG93bnJldi54bWxMj0FOwzAQRfdI3MEaJDaIOnFJSkOcqkKwjURBlbpzYpNYxOModhpz&#10;e9wV3c1onv68X+6CGchZTU5b5JCuEiAKWys1dhy+Pt8fn4E4L1CKwaLi8Ksc7Krbm1IU0i74oc4H&#10;35EYgq4QHHrvx4JS1/bKCLeyo8J4+7aTET6uU0flJJYYbgbKkiSnRmiMH3oxqtdetT+H2XBonvSs&#10;9/U2+LfldAz1uq6P7IHz+7uwfwHiVfD/MFz0ozpU0amxM0pHBg4sT7cR5bDOsgzIhUjZJgXSxIll&#10;LAdalfS6RfUHAAD//wMAUEsBAi0AFAAGAAgAAAAhALaDOJL+AAAA4QEAABMAAAAAAAAAAAAAAAAA&#10;AAAAAFtDb250ZW50X1R5cGVzXS54bWxQSwECLQAUAAYACAAAACEAOP0h/9YAAACUAQAACwAAAAAA&#10;AAAAAAAAAAAvAQAAX3JlbHMvLnJlbHNQSwECLQAUAAYACAAAACEAENVaK+QGAACYJgAADgAAAAAA&#10;AAAAAAAAAAAuAgAAZHJzL2Uyb0RvYy54bWxQSwECLQAUAAYACAAAACEAv6HhgOIAAAANAQAADwAA&#10;AAAAAAAAAAAAAAA+CQAAZHJzL2Rvd25yZXYueG1sUEsFBgAAAAAEAAQA8wAAAE0KAAAAAA==&#10;">
                    <o:lock v:ext="edit" aspectratio="t"/>
                    <v:shape id="Freihandform 64" o:spid="_x0000_s1027" style="position:absolute;left:15017;width:28274;height:28352;visibility:visible;mso-wrap-style:square;v-text-anchor:top" coordsize="1781,1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XQwwAAANsAAAAPAAAAZHJzL2Rvd25yZXYueG1sRI9BawIx&#10;FITvQv9DeIXeNFspYlej2MK23mq3xfNj89wNbl62SVzXf28KgsdhZr5hluvBtqInH4xjBc+TDARx&#10;5bThWsHvTzGegwgRWWPrmBRcKMB69TBaYq7dmb+pL2MtEoRDjgqaGLtcylA1ZDFMXEecvIPzFmOS&#10;vpba4znBbSunWTaTFg2nhQY7em+oOpYnq6B/88NXdPttUZjdq+z1h/n73Cv19DhsFiAiDfEevrW3&#10;WsHsBf6/pB8gV1cAAAD//wMAUEsBAi0AFAAGAAgAAAAhANvh9svuAAAAhQEAABMAAAAAAAAAAAAA&#10;AAAAAAAAAFtDb250ZW50X1R5cGVzXS54bWxQSwECLQAUAAYACAAAACEAWvQsW78AAAAVAQAACwAA&#10;AAAAAAAAAAAAAAAfAQAAX3JlbHMvLnJlbHNQSwECLQAUAAYACAAAACEAwv/V0MMAAADbAAAADwAA&#10;AAAAAAAAAAAAAAAHAgAAZHJzL2Rvd25yZXYueG1sUEsFBgAAAAADAAMAtwAAAPcCAAAAAA==&#10;" path="m4,1786l,1782,1776,r5,5l4,1786xe" filled="f" stroked="f">
                      <v:path arrowok="t" o:connecttype="custom" o:connectlocs="6350,2835275;0,2828925;2819400,0;2827338,7938;6350,2835275" o:connectangles="0,0,0,0,0"/>
                    </v:shape>
                    <v:shape id="Freihandform 65" o:spid="_x0000_s1028" style="position:absolute;left:7826;top:2270;width:35465;height:35464;visibility:visible;mso-wrap-style:square;v-text-anchor:top" coordsize="2234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pFYxQAAANsAAAAPAAAAZHJzL2Rvd25yZXYueG1sRI/RasJA&#10;FETfhf7Dcgt9001aDE10lRJa9EEsTfsBt9lrEpq9m2ZXjX69Kwg+DjNzhpkvB9OKA/WusawgnkQg&#10;iEurG64U/Hx/jF9BOI+ssbVMCk7kYLl4GM0x0/bIX3QofCUChF2GCmrvu0xKV9Zk0E1sRxy8ne0N&#10;+iD7SuoejwFuWvkcRYk02HBYqLGjvKbyr9gbBcN5v9p8vsfdJmnTF/8r//N0i0o9PQ5vMxCeBn8P&#10;39prrSCZwvVL+AFycQEAAP//AwBQSwECLQAUAAYACAAAACEA2+H2y+4AAACFAQAAEwAAAAAAAAAA&#10;AAAAAAAAAAAAW0NvbnRlbnRfVHlwZXNdLnhtbFBLAQItABQABgAIAAAAIQBa9CxbvwAAABUBAAAL&#10;AAAAAAAAAAAAAAAAAB8BAABfcmVscy8ucmVsc1BLAQItABQABgAIAAAAIQBNmpFYxQAAANsAAAAP&#10;AAAAAAAAAAAAAAAAAAcCAABkcnMvZG93bnJldi54bWxQSwUGAAAAAAMAAwC3AAAA+QIAAAAA&#10;" path="m5,2234l,2229,2229,r5,5l5,2234xe" filled="f" stroked="f">
                      <v:path arrowok="t" o:connecttype="custom" o:connectlocs="7938,3546475;0,3538538;3538538,0;3546475,7938;7938,3546475" o:connectangles="0,0,0,0,0"/>
                    </v:shape>
                    <v:shape id="Freihandform 66" o:spid="_x0000_s1029" style="position:absolute;left:8413;top:1095;width:34878;height:34877;visibility:visible;mso-wrap-style:square;v-text-anchor:top" coordsize="2197,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K3xAAAANsAAAAPAAAAZHJzL2Rvd25yZXYueG1sRI9La8Mw&#10;EITvhf4HsYVeSiKnB9c4kUMpuO01L0JuG2v9INbKtVTb/fdRINDjMDPfMKv1ZFoxUO8aywoW8wgE&#10;cWF1w5WC/S6fJSCcR9bYWiYFf+RgnT0+rDDVduQNDVtfiQBhl6KC2vsuldIVNRl0c9sRB6+0vUEf&#10;ZF9J3eMY4KaVr1EUS4MNh4UaO/qoqbhsf42CxJ3Gtx3+fA5elovm5XzIj1+5Us9P0/sShKfJ/4fv&#10;7W+tII7h9iX8AJldAQAA//8DAFBLAQItABQABgAIAAAAIQDb4fbL7gAAAIUBAAATAAAAAAAAAAAA&#10;AAAAAAAAAABbQ29udGVudF9UeXBlc10ueG1sUEsBAi0AFAAGAAgAAAAhAFr0LFu/AAAAFQEAAAsA&#10;AAAAAAAAAAAAAAAAHwEAAF9yZWxzLy5yZWxzUEsBAi0AFAAGAAgAAAAhAAR4crfEAAAA2wAAAA8A&#10;AAAAAAAAAAAAAAAABwIAAGRycy9kb3ducmV2LnhtbFBLBQYAAAAAAwADALcAAAD4AgAAAAA=&#10;" path="m9,2197l,2193,2188,r9,10l9,2197xe" filled="f" stroked="f">
                      <v:path arrowok="t" o:connecttype="custom" o:connectlocs="14288,3487738;0,3481388;3473450,0;3487738,15875;14288,3487738" o:connectangles="0,0,0,0,0"/>
                    </v:shape>
                    <v:shape id="Freihandform 67" o:spid="_x0000_s1030" style="position:absolute;left:12160;top:4984;width:31131;height:31211;visibility:visible;mso-wrap-style:square;v-text-anchor:top" coordsize="1961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g3hwwAAANsAAAAPAAAAZHJzL2Rvd25yZXYueG1sRI/BagIx&#10;EIbvBd8hjOCtZhXZ1tUoolSk0IO20Ou4mW6WbiZLkrrr2zeC4HH45//mm+W6t424kA+1YwWTcQaC&#10;uHS65krB1+fb8yuIEJE1No5JwZUCrFeDpyUW2nV8pMspViJBOBSowMTYFlKG0pDFMHYtccp+nLcY&#10;0+grqT12CW4bOc2yXFqsOV0w2NLWUPl7+rNJ43u628+MPCerPPs47uf+vZsrNRr2mwWISH18LN/b&#10;B60gf4HbLwkAcvUPAAD//wMAUEsBAi0AFAAGAAgAAAAhANvh9svuAAAAhQEAABMAAAAAAAAAAAAA&#10;AAAAAAAAAFtDb250ZW50X1R5cGVzXS54bWxQSwECLQAUAAYACAAAACEAWvQsW78AAAAVAQAACwAA&#10;AAAAAAAAAAAAAAAfAQAAX3JlbHMvLnJlbHNQSwECLQAUAAYACAAAACEA3TIN4cMAAADbAAAADwAA&#10;AAAAAAAAAAAAAAAHAgAAZHJzL2Rvd25yZXYueG1sUEsFBgAAAAADAAMAtwAAAPcCAAAAAA==&#10;" path="m9,1966l,1957,1952,r9,9l9,1966xe" filled="f" stroked="f">
                      <v:path arrowok="t" o:connecttype="custom" o:connectlocs="14288,3121025;0,3106738;3098800,0;3113088,14288;14288,3121025" o:connectangles="0,0,0,0,0"/>
                    </v:shape>
                    <v:shape id="Freihandform 68" o:spid="_x0000_s1031" style="position:absolute;top:1539;width:43291;height:43371;visibility:visible;mso-wrap-style:square;v-text-anchor:top" coordsize="2727,2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UPnuwAAANsAAAAPAAAAZHJzL2Rvd25yZXYueG1sRE9LCsIw&#10;EN0L3iGM4E5TXZRSjaUIgi79HGBopm2wmZQmavX0ZiG4fLz/thhtJ540eONYwWqZgCCunDbcKLhd&#10;D4sMhA/IGjvHpOBNHorddLLFXLsXn+l5CY2IIexzVNCG0OdS+qoli37peuLI1W6wGCIcGqkHfMVw&#10;28l1kqTSouHY0GJP+5aq++VhFSRmferOaW20rLP7zZyyY/mplJrPxnIDItAY/uKf+6gVpHFs/BJ/&#10;gNx9AQAA//8DAFBLAQItABQABgAIAAAAIQDb4fbL7gAAAIUBAAATAAAAAAAAAAAAAAAAAAAAAABb&#10;Q29udGVudF9UeXBlc10ueG1sUEsBAi0AFAAGAAgAAAAhAFr0LFu/AAAAFQEAAAsAAAAAAAAAAAAA&#10;AAAAHwEAAF9yZWxzLy5yZWxzUEsBAi0AFAAGAAgAAAAhAFH9Q+e7AAAA2wAAAA8AAAAAAAAAAAAA&#10;AAAABwIAAGRycy9kb3ducmV2LnhtbFBLBQYAAAAAAwADALcAAADvAgAAAAA=&#10;" path="m,2732r,-4l2722,r5,5l,2732xe" filled="f" stroked="f">
                      <v:path arrowok="t" o:connecttype="custom" o:connectlocs="0,4337050;0,4330700;4321175,0;4329113,7938;0,4337050" o:connectangles="0,0,0,0,0"/>
                    </v:shape>
                    <w10:wrap anchorx="page" anchory="page"/>
                  </v:group>
                </w:pict>
              </mc:Fallback>
            </mc:AlternateContent>
          </w:r>
        </w:p>
        <w:p w14:paraId="63D735D3" w14:textId="77777777" w:rsidR="001C5698" w:rsidRDefault="001C5698"/>
        <w:p w14:paraId="5238C721" w14:textId="77777777" w:rsidR="001C5698" w:rsidRDefault="001C5698"/>
        <w:p w14:paraId="673C10E8" w14:textId="77777777" w:rsidR="001C5698" w:rsidRDefault="001C5698">
          <w:r>
            <w:rPr>
              <w:noProof/>
              <w:color w:val="5B9BD5" w:themeColor="accent1"/>
              <w:sz w:val="36"/>
              <w:szCs w:val="36"/>
              <w:lang w:eastAsia="de-AT"/>
            </w:rPr>
            <w:drawing>
              <wp:anchor distT="0" distB="0" distL="114300" distR="114300" simplePos="0" relativeHeight="251664384" behindDoc="0" locked="0" layoutInCell="1" allowOverlap="1" wp14:anchorId="5ADD340E" wp14:editId="7322F066">
                <wp:simplePos x="0" y="0"/>
                <wp:positionH relativeFrom="margin">
                  <wp:posOffset>573388</wp:posOffset>
                </wp:positionH>
                <wp:positionV relativeFrom="paragraph">
                  <wp:posOffset>11286</wp:posOffset>
                </wp:positionV>
                <wp:extent cx="2661719" cy="1690413"/>
                <wp:effectExtent l="0" t="0" r="5715" b="508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_logo_undertext.jpg"/>
                        <pic:cNvPicPr/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61719" cy="16904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t>–</w:t>
          </w:r>
        </w:p>
        <w:p w14:paraId="06617EE8" w14:textId="77777777" w:rsidR="001C5698" w:rsidRDefault="001C5698"/>
        <w:p w14:paraId="654E4FF6" w14:textId="77777777" w:rsidR="001C5698" w:rsidRDefault="001C5698"/>
        <w:p w14:paraId="085E8DBA" w14:textId="77777777" w:rsidR="001C5698" w:rsidRDefault="001C5698"/>
        <w:p w14:paraId="2E6FC7A0" w14:textId="77777777" w:rsidR="001C5698" w:rsidRDefault="001C5698"/>
        <w:p w14:paraId="114A21AA" w14:textId="77777777" w:rsidR="001C5698" w:rsidRDefault="001C5698"/>
        <w:p w14:paraId="63FA36BF" w14:textId="77777777" w:rsidR="001C5698" w:rsidRDefault="001C5698"/>
        <w:p w14:paraId="11131BE0" w14:textId="77777777" w:rsidR="001C5698" w:rsidRDefault="001C5698"/>
        <w:p w14:paraId="252115BA" w14:textId="77777777" w:rsidR="001C5698" w:rsidRDefault="001C5698">
          <w:r w:rsidRPr="00091751">
            <w:rPr>
              <w:noProof/>
              <w:lang w:eastAsia="de-AT"/>
            </w:rPr>
            <mc:AlternateContent>
              <mc:Choice Requires="wps">
                <w:drawing>
                  <wp:anchor distT="91440" distB="91440" distL="114300" distR="114300" simplePos="0" relativeHeight="251663360" behindDoc="0" locked="0" layoutInCell="1" allowOverlap="1" wp14:anchorId="1E6D67CD" wp14:editId="6633E8EE">
                    <wp:simplePos x="0" y="0"/>
                    <wp:positionH relativeFrom="margin">
                      <wp:posOffset>1288110</wp:posOffset>
                    </wp:positionH>
                    <wp:positionV relativeFrom="paragraph">
                      <wp:posOffset>5559304</wp:posOffset>
                    </wp:positionV>
                    <wp:extent cx="5058409" cy="1219834"/>
                    <wp:effectExtent l="0" t="0" r="0" b="0"/>
                    <wp:wrapTopAndBottom/>
                    <wp:docPr id="30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58409" cy="121983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25E4E0" w14:textId="77777777" w:rsidR="001C5698" w:rsidRPr="0048699B" w:rsidRDefault="001C5698" w:rsidP="001C5698">
                                <w:pPr>
                                  <w:pBdr>
                                    <w:top w:val="single" w:sz="24" w:space="8" w:color="5B9BD5" w:themeColor="accent1"/>
                                    <w:bottom w:val="single" w:sz="24" w:space="8" w:color="5B9BD5" w:themeColor="accent1"/>
                                  </w:pBdr>
                                  <w:spacing w:after="0"/>
                                  <w:jc w:val="right"/>
                                  <w:rPr>
                                    <w:iCs/>
                                    <w:color w:val="5B9BD5" w:themeColor="accent1"/>
                                    <w:sz w:val="24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</w:t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t Name: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Brid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g</w:t>
                                </w:r>
                                <w:r w:rsidRPr="0048699B"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ing the gap between VET and business: Modern talent management and analytics 4.0 for SMEs in Europe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Acronym: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Talent 4.0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br/>
                                </w:r>
                                <w:r w:rsidRPr="0048699B">
                                  <w:rPr>
                                    <w:b/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>Project Number:</w:t>
                                </w:r>
                                <w:r>
                                  <w:rPr>
                                    <w:iCs/>
                                    <w:color w:val="5B9BD5" w:themeColor="accent1"/>
                                    <w:sz w:val="24"/>
                                    <w:szCs w:val="24"/>
                                    <w:lang w:val="en-US"/>
                                  </w:rPr>
                                  <w:t xml:space="preserve"> 2018-1-AT01-KA202-039242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321F2B" id="Textfeld 2" o:spid="_x0000_s1027" type="#_x0000_t202" style="position:absolute;margin-left:101.45pt;margin-top:437.75pt;width:398.3pt;height:96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9I5EAIAAPwDAAAOAAAAZHJzL2Uyb0RvYy54bWysU9tuGyEQfa/Uf0C813uJ3dgrr6M0aapK&#10;6UVK+gGYBS8qMBSwd9Ovz8A6jtW+Vd0HBDvMmTlnDuur0WhyED4osC2tZiUlwnLolN219Mfj3bsl&#10;JSEy2zENVrT0SQR6tXn7Zj24RtTQg+6EJwhiQzO4lvYxuqYoAu+FYWEGTlgMSvCGRTz6XdF5NiC6&#10;0UVdlu+LAXznPHARAv69nYJ0k/GlFDx+kzKISHRLsbeYV5/XbVqLzZo1O89cr/ixDfYPXRimLBY9&#10;Qd2yyMjeq7+gjOIeAsg442AKkFJxkTkgm6r8g81Dz5zIXFCc4E4yhf8Hy78evnuiupZelJeUWGZw&#10;SI9ijFLojtRJn8GFBq89OLwYxw8w4pwz1+Dugf8MxMJNz+xOXHsPQy9Yh/1VKbM4S51wQgLZDl+g&#10;wzJsHyEDjdKbJB7KQRAd5/R0mg22Qjj+XJSL5bxcUcIxVtXVankxzzVY85LufIifBBiSNi31OPwM&#10;zw73IaZ2WPNyJVWzcKe0zgbQlgwtXS3qRU44ixgV0Z9amZYuy/RNjkksP9ouJ0em9LTHAtoeaSem&#10;E+c4bsescNYkSbKF7gl18DDZEZ8PbnrwvykZ0IotDb/2zAtK9GeLWq6q+Tx5Nx/mi8saD/48sj2P&#10;MMsRqqWRkml7E7PfJ8rXqLlUWY3XTo4to8WySMfnkDx8fs63Xh/t5hkAAP//AwBQSwMEFAAGAAgA&#10;AAAhAILkTVjfAAAADAEAAA8AAABkcnMvZG93bnJldi54bWxMj01PwzAMhu9I/IfISNxYQkW7pTSd&#10;EIgriPEhccsar61onKrJ1vLvMSe42fKj189bbRc/iBNOsQ9k4HqlQCA1wfXUGnh7fbzagIjJkrND&#10;IDTwjRG29flZZUsXZnrB0y61gkMoltZAl9JYShmbDr2NqzAi8e0QJm8Tr1Mr3WRnDveDzJQqpLc9&#10;8YfOjnjfYfO1O3oD70+Hz48b9dw++Hycw6IkeS2NubxY7m5BJFzSHwy/+qwONTvtw5FcFIOBTGWa&#10;UQObdZ6DYEJrzcOeUVWsC5B1Jf+XqH8AAAD//wMAUEsBAi0AFAAGAAgAAAAhALaDOJL+AAAA4QEA&#10;ABMAAAAAAAAAAAAAAAAAAAAAAFtDb250ZW50X1R5cGVzXS54bWxQSwECLQAUAAYACAAAACEAOP0h&#10;/9YAAACUAQAACwAAAAAAAAAAAAAAAAAvAQAAX3JlbHMvLnJlbHNQSwECLQAUAAYACAAAACEAVQfS&#10;ORACAAD8AwAADgAAAAAAAAAAAAAAAAAuAgAAZHJzL2Uyb0RvYy54bWxQSwECLQAUAAYACAAAACEA&#10;guRNWN8AAAAMAQAADwAAAAAAAAAAAAAAAABqBAAAZHJzL2Rvd25yZXYueG1sUEsFBgAAAAAEAAQA&#10;8wAAAHYFAAAAAA==&#10;" filled="f" stroked="f">
                    <v:textbox>
                      <w:txbxContent>
                        <w:p w:rsidR="001C5698" w:rsidRPr="0048699B" w:rsidRDefault="001C5698" w:rsidP="001C5698">
                          <w:pPr>
                            <w:pBdr>
                              <w:top w:val="single" w:sz="24" w:space="8" w:color="5B9BD5" w:themeColor="accent1"/>
                              <w:bottom w:val="single" w:sz="24" w:space="8" w:color="5B9BD5" w:themeColor="accent1"/>
                            </w:pBdr>
                            <w:spacing w:after="0"/>
                            <w:jc w:val="right"/>
                            <w:rPr>
                              <w:iCs/>
                              <w:color w:val="5B9BD5" w:themeColor="accent1"/>
                              <w:sz w:val="24"/>
                              <w:lang w:val="en-US"/>
                            </w:rPr>
                          </w:pPr>
                          <w:r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</w:t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t Name: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Brid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g</w:t>
                          </w:r>
                          <w:r w:rsidRPr="0048699B"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ing the gap between VET and business: Modern talent management and analytics 4.0 for SMEs in Europe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Acronym: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Talent 4.0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br/>
                          </w:r>
                          <w:r w:rsidRPr="0048699B">
                            <w:rPr>
                              <w:b/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>Project Number:</w:t>
                          </w:r>
                          <w:r>
                            <w:rPr>
                              <w:iCs/>
                              <w:color w:val="5B9BD5" w:themeColor="accent1"/>
                              <w:sz w:val="24"/>
                              <w:szCs w:val="24"/>
                              <w:lang w:val="en-US"/>
                            </w:rPr>
                            <w:t xml:space="preserve"> 2018-1-AT01-KA202-039242</w:t>
                          </w:r>
                        </w:p>
                      </w:txbxContent>
                    </v:textbox>
                    <w10:wrap type="topAndBottom" anchorx="margin"/>
                  </v:shape>
                </w:pict>
              </mc:Fallback>
            </mc:AlternateContent>
          </w:r>
          <w:r>
            <w:br w:type="page"/>
          </w:r>
        </w:p>
      </w:sdtContent>
    </w:sdt>
    <w:p w14:paraId="014B40A3" w14:textId="77777777" w:rsidR="00011CFD" w:rsidRDefault="00011CFD"/>
    <w:p w14:paraId="3EFB6C4E" w14:textId="77777777" w:rsidR="001C5698" w:rsidRDefault="00291F80" w:rsidP="00291F80">
      <w:pPr>
        <w:pStyle w:val="Heading1"/>
        <w:rPr>
          <w:lang w:val="en-GB"/>
        </w:rPr>
      </w:pPr>
      <w:r>
        <w:rPr>
          <w:lang w:val="en-GB"/>
        </w:rPr>
        <w:t xml:space="preserve">Step 01 - </w:t>
      </w:r>
      <w:proofErr w:type="spellStart"/>
      <w:r>
        <w:rPr>
          <w:lang w:val="en-GB"/>
        </w:rPr>
        <w:t>Braindump</w:t>
      </w:r>
      <w:proofErr w:type="spellEnd"/>
    </w:p>
    <w:p w14:paraId="4E76C3ED" w14:textId="77777777" w:rsidR="00291F80" w:rsidRDefault="00291F80" w:rsidP="00291F80">
      <w:pPr>
        <w:rPr>
          <w:lang w:val="en-GB"/>
        </w:rPr>
      </w:pPr>
    </w:p>
    <w:p w14:paraId="3D474D5D" w14:textId="247E72E8" w:rsidR="00291F80" w:rsidRDefault="00291F80" w:rsidP="00291F80">
      <w:pPr>
        <w:rPr>
          <w:lang w:val="en-GB"/>
        </w:rPr>
      </w:pPr>
      <w:r>
        <w:rPr>
          <w:lang w:val="en-GB"/>
        </w:rPr>
        <w:t>We start with a simple method that is used at the very start of every creative process</w:t>
      </w:r>
      <w:r w:rsidR="00AA0E9C">
        <w:rPr>
          <w:lang w:val="en-GB"/>
        </w:rPr>
        <w:t>, a</w:t>
      </w:r>
      <w:r w:rsidR="00C8196D">
        <w:rPr>
          <w:lang w:val="en-GB"/>
        </w:rPr>
        <w:t xml:space="preserve"> </w:t>
      </w:r>
      <w:proofErr w:type="spellStart"/>
      <w:r w:rsidR="00AA0E9C">
        <w:rPr>
          <w:lang w:val="en-GB"/>
        </w:rPr>
        <w:t>braindump</w:t>
      </w:r>
      <w:proofErr w:type="spellEnd"/>
      <w:r>
        <w:rPr>
          <w:lang w:val="en-GB"/>
        </w:rPr>
        <w:t xml:space="preserve">.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912"/>
      </w:tblGrid>
      <w:tr w:rsidR="00291F80" w14:paraId="218D25AB" w14:textId="77777777" w:rsidTr="00291F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736FC2B2" w14:textId="1F9DF8FB" w:rsidR="00291F80" w:rsidRDefault="00291F80" w:rsidP="00291F80">
            <w:pPr>
              <w:rPr>
                <w:lang w:val="en-GB"/>
              </w:rPr>
            </w:pPr>
            <w:r>
              <w:rPr>
                <w:lang w:val="en-GB"/>
              </w:rPr>
              <w:t xml:space="preserve">Perform a 5 </w:t>
            </w:r>
            <w:proofErr w:type="gramStart"/>
            <w:r>
              <w:rPr>
                <w:lang w:val="en-GB"/>
              </w:rPr>
              <w:t>minutes</w:t>
            </w:r>
            <w:proofErr w:type="gramEnd"/>
            <w:r>
              <w:rPr>
                <w:lang w:val="en-GB"/>
              </w:rPr>
              <w:t xml:space="preserve"> brainstorming regarding the term “</w:t>
            </w:r>
            <w:r w:rsidR="00C8196D">
              <w:rPr>
                <w:lang w:val="en-GB"/>
              </w:rPr>
              <w:t>T</w:t>
            </w:r>
            <w:r>
              <w:rPr>
                <w:lang w:val="en-GB"/>
              </w:rPr>
              <w:t>alent”. Write down everything that comes to mind in form of a list below.</w:t>
            </w:r>
          </w:p>
        </w:tc>
      </w:tr>
      <w:tr w:rsidR="00291F80" w14:paraId="6EC7D494" w14:textId="77777777" w:rsidTr="00291F80">
        <w:trPr>
          <w:trHeight w:val="9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2" w:type="dxa"/>
          </w:tcPr>
          <w:p w14:paraId="3EEAE677" w14:textId="77777777" w:rsidR="00291F80" w:rsidRDefault="00291F80" w:rsidP="00291F8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Thought 01</w:t>
            </w:r>
          </w:p>
          <w:p w14:paraId="549838CC" w14:textId="77777777" w:rsidR="00291F80" w:rsidRPr="00291F80" w:rsidRDefault="00291F80" w:rsidP="00291F80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</w:tr>
    </w:tbl>
    <w:p w14:paraId="0333363E" w14:textId="77777777" w:rsidR="00291F80" w:rsidRPr="00291F80" w:rsidRDefault="00291F80" w:rsidP="00291F80">
      <w:pPr>
        <w:rPr>
          <w:lang w:val="en-GB"/>
        </w:rPr>
      </w:pPr>
    </w:p>
    <w:p w14:paraId="5EB4A164" w14:textId="0A6580F1" w:rsidR="00291F80" w:rsidRDefault="001758CE" w:rsidP="00291F80">
      <w:pPr>
        <w:pStyle w:val="Heading1"/>
        <w:rPr>
          <w:lang w:val="en-GB"/>
        </w:rPr>
      </w:pPr>
      <w:r w:rsidRPr="00291F80">
        <w:rPr>
          <w:lang w:val="en-GB"/>
        </w:rPr>
        <w:br w:type="page"/>
      </w:r>
      <w:r w:rsidR="00291F80">
        <w:rPr>
          <w:lang w:val="en-GB"/>
        </w:rPr>
        <w:lastRenderedPageBreak/>
        <w:t>Step 02: Structured brainstorming</w:t>
      </w:r>
    </w:p>
    <w:p w14:paraId="73104329" w14:textId="77777777" w:rsidR="00C8196D" w:rsidRPr="00C8196D" w:rsidRDefault="00C8196D" w:rsidP="00C8196D">
      <w:pPr>
        <w:rPr>
          <w:lang w:val="en-GB"/>
        </w:rPr>
      </w:pPr>
    </w:p>
    <w:p w14:paraId="52A0745D" w14:textId="77777777" w:rsidR="00291F80" w:rsidRDefault="00F224C9">
      <w:pPr>
        <w:rPr>
          <w:lang w:val="en-GB"/>
        </w:rPr>
      </w:pPr>
      <w:r>
        <w:rPr>
          <w:lang w:val="en-GB"/>
        </w:rPr>
        <w:t>Now the time has come to guide your creative potential in a more systematic way. Follow each step as described below. This exercise should not take longer than 10-15 minutes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4957"/>
        <w:gridCol w:w="4955"/>
      </w:tblGrid>
      <w:tr w:rsidR="00F224C9" w14:paraId="383939C6" w14:textId="77777777" w:rsidTr="00F22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</w:tcPr>
          <w:p w14:paraId="709CE800" w14:textId="77777777" w:rsidR="00F224C9" w:rsidRPr="00F224C9" w:rsidRDefault="00F224C9" w:rsidP="00F224C9">
            <w:pPr>
              <w:pStyle w:val="ListParagraph"/>
              <w:numPr>
                <w:ilvl w:val="0"/>
                <w:numId w:val="2"/>
              </w:numPr>
              <w:rPr>
                <w:lang w:val="en-GB"/>
              </w:rPr>
            </w:pPr>
            <w:r w:rsidRPr="00F224C9">
              <w:rPr>
                <w:lang w:val="en-GB"/>
              </w:rPr>
              <w:t>Think of your company and your staff. What are the key features of a good member of staff?</w:t>
            </w:r>
            <w:r>
              <w:rPr>
                <w:lang w:val="en-GB"/>
              </w:rPr>
              <w:t xml:space="preserve"> This can be a lot of things (social skills, specific expertise, management skills, etc)</w:t>
            </w:r>
          </w:p>
        </w:tc>
        <w:tc>
          <w:tcPr>
            <w:tcW w:w="4955" w:type="dxa"/>
          </w:tcPr>
          <w:p w14:paraId="4E7D4E7F" w14:textId="77777777" w:rsidR="00F224C9" w:rsidRPr="00F224C9" w:rsidRDefault="00F224C9" w:rsidP="00F224C9">
            <w:pPr>
              <w:pStyle w:val="ListParagraph"/>
              <w:numPr>
                <w:ilvl w:val="0"/>
                <w:numId w:val="2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en-GB"/>
              </w:rPr>
            </w:pPr>
            <w:r w:rsidRPr="00F224C9">
              <w:rPr>
                <w:bCs w:val="0"/>
                <w:lang w:val="en-GB"/>
              </w:rPr>
              <w:t>If you think of high performing members of staff. What makes them outstanding? How do they differ from a “good” colleague? List their features/differences below.</w:t>
            </w:r>
          </w:p>
        </w:tc>
      </w:tr>
      <w:tr w:rsidR="00F224C9" w14:paraId="3EF2A534" w14:textId="77777777" w:rsidTr="00F224C9">
        <w:trPr>
          <w:trHeight w:val="9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</w:tcPr>
          <w:p w14:paraId="066A4064" w14:textId="77777777" w:rsidR="00F224C9" w:rsidRPr="00F224C9" w:rsidRDefault="00F224C9" w:rsidP="00F224C9">
            <w:pPr>
              <w:pStyle w:val="ListParagraph"/>
              <w:numPr>
                <w:ilvl w:val="0"/>
                <w:numId w:val="3"/>
              </w:numPr>
              <w:rPr>
                <w:b w:val="0"/>
                <w:lang w:val="en-GB"/>
              </w:rPr>
            </w:pPr>
            <w:r w:rsidRPr="00F224C9">
              <w:rPr>
                <w:b w:val="0"/>
                <w:lang w:val="en-GB"/>
              </w:rPr>
              <w:t>Feature 01</w:t>
            </w:r>
          </w:p>
          <w:p w14:paraId="3534FF8A" w14:textId="77777777" w:rsidR="00F224C9" w:rsidRPr="00F224C9" w:rsidRDefault="00F224C9" w:rsidP="00F224C9">
            <w:pPr>
              <w:pStyle w:val="ListParagraph"/>
              <w:numPr>
                <w:ilvl w:val="0"/>
                <w:numId w:val="3"/>
              </w:numPr>
              <w:rPr>
                <w:b w:val="0"/>
                <w:lang w:val="en-GB"/>
              </w:rPr>
            </w:pPr>
            <w:r w:rsidRPr="00F224C9">
              <w:rPr>
                <w:b w:val="0"/>
                <w:lang w:val="en-GB"/>
              </w:rPr>
              <w:t>Feature 02</w:t>
            </w:r>
          </w:p>
        </w:tc>
        <w:tc>
          <w:tcPr>
            <w:tcW w:w="4955" w:type="dxa"/>
          </w:tcPr>
          <w:p w14:paraId="4D3C2859" w14:textId="77777777" w:rsidR="00F224C9" w:rsidRDefault="00F224C9" w:rsidP="00F224C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Feature 01</w:t>
            </w:r>
          </w:p>
          <w:p w14:paraId="17E4C8A8" w14:textId="77777777" w:rsidR="00F224C9" w:rsidRDefault="00F224C9" w:rsidP="00F224C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Feature 02</w:t>
            </w:r>
          </w:p>
        </w:tc>
      </w:tr>
    </w:tbl>
    <w:p w14:paraId="7DB8A35D" w14:textId="77777777" w:rsidR="00F224C9" w:rsidRDefault="00F224C9">
      <w:pPr>
        <w:rPr>
          <w:lang w:val="en-GB"/>
        </w:rPr>
      </w:pPr>
    </w:p>
    <w:p w14:paraId="2F602112" w14:textId="77777777" w:rsidR="00291F80" w:rsidRDefault="00291F80">
      <w:pPr>
        <w:rPr>
          <w:lang w:val="en-GB"/>
        </w:rPr>
      </w:pPr>
      <w:r>
        <w:rPr>
          <w:lang w:val="en-GB"/>
        </w:rPr>
        <w:br w:type="page"/>
      </w:r>
    </w:p>
    <w:p w14:paraId="15E173CD" w14:textId="77777777" w:rsidR="001758CE" w:rsidRPr="00291F80" w:rsidRDefault="001758CE">
      <w:pPr>
        <w:rPr>
          <w:lang w:val="en-GB"/>
        </w:rPr>
      </w:pPr>
    </w:p>
    <w:p w14:paraId="05244529" w14:textId="77777777" w:rsidR="001758CE" w:rsidRDefault="001758CE" w:rsidP="001758CE">
      <w:pPr>
        <w:rPr>
          <w:lang w:val="en-GB"/>
        </w:rPr>
      </w:pPr>
    </w:p>
    <w:p w14:paraId="5B7DE686" w14:textId="77777777" w:rsidR="001758CE" w:rsidRDefault="001758CE" w:rsidP="001758CE">
      <w:pPr>
        <w:rPr>
          <w:lang w:val="en-GB"/>
        </w:rPr>
      </w:pPr>
    </w:p>
    <w:p w14:paraId="0801781A" w14:textId="77777777" w:rsidR="00291F80" w:rsidRDefault="00291F80" w:rsidP="001758CE">
      <w:pPr>
        <w:rPr>
          <w:lang w:val="en-GB"/>
        </w:rPr>
      </w:pPr>
    </w:p>
    <w:p w14:paraId="3B69339E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>To find out more go to our project website</w:t>
      </w:r>
    </w:p>
    <w:p w14:paraId="4DEE1AC0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 </w:t>
      </w:r>
      <w:hyperlink r:id="rId8" w:history="1">
        <w:r w:rsidRPr="001758CE">
          <w:rPr>
            <w:rStyle w:val="Hyperlink"/>
            <w:sz w:val="96"/>
            <w:lang w:val="en-GB"/>
          </w:rPr>
          <w:t>t4lent.e</w:t>
        </w:r>
        <w:r w:rsidRPr="001758CE">
          <w:rPr>
            <w:rStyle w:val="Hyperlink"/>
            <w:sz w:val="96"/>
            <w:lang w:val="en-GB"/>
          </w:rPr>
          <w:t>u</w:t>
        </w:r>
      </w:hyperlink>
      <w:r w:rsidRPr="001758CE">
        <w:rPr>
          <w:sz w:val="96"/>
          <w:lang w:val="en-GB"/>
        </w:rPr>
        <w:t xml:space="preserve"> </w:t>
      </w:r>
    </w:p>
    <w:p w14:paraId="4285163C" w14:textId="77777777" w:rsidR="001758CE" w:rsidRDefault="001758CE" w:rsidP="001758CE">
      <w:pPr>
        <w:jc w:val="center"/>
        <w:rPr>
          <w:sz w:val="96"/>
          <w:lang w:val="en-GB"/>
        </w:rPr>
      </w:pPr>
    </w:p>
    <w:p w14:paraId="06B2D783" w14:textId="77777777" w:rsidR="001758CE" w:rsidRDefault="001758CE" w:rsidP="001758CE">
      <w:pPr>
        <w:jc w:val="center"/>
        <w:rPr>
          <w:sz w:val="96"/>
          <w:lang w:val="en-GB"/>
        </w:rPr>
      </w:pPr>
      <w:r w:rsidRPr="001758CE">
        <w:rPr>
          <w:sz w:val="96"/>
          <w:lang w:val="en-GB"/>
        </w:rPr>
        <w:t xml:space="preserve">or our </w:t>
      </w:r>
      <w:proofErr w:type="spellStart"/>
      <w:r w:rsidRPr="001758CE">
        <w:rPr>
          <w:sz w:val="96"/>
          <w:lang w:val="en-GB"/>
        </w:rPr>
        <w:t>facebook</w:t>
      </w:r>
      <w:proofErr w:type="spellEnd"/>
      <w:r w:rsidRPr="001758CE">
        <w:rPr>
          <w:sz w:val="96"/>
          <w:lang w:val="en-GB"/>
        </w:rPr>
        <w:t xml:space="preserve"> page</w:t>
      </w:r>
    </w:p>
    <w:p w14:paraId="16027CA8" w14:textId="6B859CB9" w:rsidR="001758CE" w:rsidRPr="001758CE" w:rsidRDefault="001758CE" w:rsidP="001758CE">
      <w:pPr>
        <w:jc w:val="center"/>
        <w:rPr>
          <w:lang w:val="en-GB"/>
        </w:rPr>
      </w:pPr>
      <w:r w:rsidRPr="001758CE">
        <w:rPr>
          <w:sz w:val="96"/>
          <w:lang w:val="en-GB"/>
        </w:rPr>
        <w:t xml:space="preserve"> @t</w:t>
      </w:r>
      <w:r w:rsidR="00C8196D">
        <w:rPr>
          <w:sz w:val="96"/>
          <w:lang w:val="en-GB"/>
        </w:rPr>
        <w:t>4</w:t>
      </w:r>
      <w:r w:rsidRPr="001758CE">
        <w:rPr>
          <w:sz w:val="96"/>
          <w:lang w:val="en-GB"/>
        </w:rPr>
        <w:t>lent.eu</w:t>
      </w:r>
      <w:r w:rsidR="00C8196D">
        <w:rPr>
          <w:sz w:val="96"/>
          <w:lang w:val="en-GB"/>
        </w:rPr>
        <w:t xml:space="preserve"> </w:t>
      </w:r>
    </w:p>
    <w:p w14:paraId="7874F81E" w14:textId="77777777" w:rsidR="001404E4" w:rsidRPr="001758CE" w:rsidRDefault="001404E4" w:rsidP="00011CFD">
      <w:pPr>
        <w:rPr>
          <w:lang w:val="en-GB"/>
        </w:rPr>
      </w:pPr>
    </w:p>
    <w:sectPr w:rsidR="001404E4" w:rsidRPr="001758CE" w:rsidSect="00D238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25" w:right="1133" w:bottom="1134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32737" w14:textId="77777777" w:rsidR="00051490" w:rsidRDefault="00051490" w:rsidP="00011CFD">
      <w:pPr>
        <w:spacing w:after="0" w:line="240" w:lineRule="auto"/>
      </w:pPr>
      <w:r>
        <w:separator/>
      </w:r>
    </w:p>
  </w:endnote>
  <w:endnote w:type="continuationSeparator" w:id="0">
    <w:p w14:paraId="7B41C9D6" w14:textId="77777777" w:rsidR="00051490" w:rsidRDefault="00051490" w:rsidP="00011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09631" w14:textId="77777777" w:rsidR="00011CFD" w:rsidRDefault="00011CFD" w:rsidP="00011CFD">
    <w:pPr>
      <w:pStyle w:val="Footer"/>
      <w:jc w:val="right"/>
    </w:pPr>
    <w:r>
      <w:rPr>
        <w:lang w:val="de-DE"/>
      </w:rPr>
      <w:t>[</w:t>
    </w:r>
    <w:r>
      <w:fldChar w:fldCharType="begin"/>
    </w:r>
    <w:r>
      <w:instrText>PAGE   \* MERGEFORMAT</w:instrText>
    </w:r>
    <w:r>
      <w:fldChar w:fldCharType="separate"/>
    </w:r>
    <w:r w:rsidR="000D18E6" w:rsidRPr="000D18E6">
      <w:rPr>
        <w:noProof/>
        <w:lang w:val="de-DE"/>
      </w:rPr>
      <w:t>3</w:t>
    </w:r>
    <w:r>
      <w:fldChar w:fldCharType="end"/>
    </w:r>
    <w:r>
      <w:rPr>
        <w:lang w:val="de-DE"/>
      </w:rPr>
      <w:t>]</w:t>
    </w:r>
  </w:p>
  <w:p w14:paraId="60DEAED0" w14:textId="77777777" w:rsidR="00011CFD" w:rsidRDefault="00011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36E88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</w:p>
  <w:p w14:paraId="7D941FDC" w14:textId="77777777" w:rsidR="0054529D" w:rsidRDefault="0054529D" w:rsidP="001C5698">
    <w:pPr>
      <w:pStyle w:val="Footer"/>
      <w:rPr>
        <w:rFonts w:ascii="Calibri" w:hAnsi="Calibri" w:cs="Calibri"/>
        <w:color w:val="222C34"/>
        <w:sz w:val="14"/>
        <w:szCs w:val="27"/>
        <w:shd w:val="clear" w:color="auto" w:fill="FFFFFF"/>
        <w:lang w:val="en-US"/>
      </w:rPr>
    </w:pPr>
    <w:r w:rsidRPr="00091751">
      <w:rPr>
        <w:noProof/>
        <w:sz w:val="2"/>
        <w:lang w:eastAsia="de-AT"/>
      </w:rPr>
      <w:drawing>
        <wp:anchor distT="0" distB="0" distL="114300" distR="114300" simplePos="0" relativeHeight="251663360" behindDoc="1" locked="0" layoutInCell="1" allowOverlap="1" wp14:anchorId="024889FF" wp14:editId="33E2A0E1">
          <wp:simplePos x="0" y="0"/>
          <wp:positionH relativeFrom="margin">
            <wp:posOffset>4299767</wp:posOffset>
          </wp:positionH>
          <wp:positionV relativeFrom="paragraph">
            <wp:posOffset>53466</wp:posOffset>
          </wp:positionV>
          <wp:extent cx="1896110" cy="541020"/>
          <wp:effectExtent l="0" t="0" r="8890" b="0"/>
          <wp:wrapNone/>
          <wp:docPr id="362" name="Grafik 3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eu_flag_co_funded_pos_rgb_righ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110" cy="5410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6972D90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The European Commission support for the production of this publication does </w:t>
    </w:r>
  </w:p>
  <w:p w14:paraId="60BBC3DA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not constitute an endorsement of the contents which reflects the views only</w:t>
    </w:r>
  </w:p>
  <w:p w14:paraId="1E557A88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 xml:space="preserve">of the authors, and the Commission cannot be held responsible for any use which </w:t>
    </w:r>
  </w:p>
  <w:p w14:paraId="504A824E" w14:textId="77777777" w:rsidR="001C5698" w:rsidRPr="00D23828" w:rsidRDefault="001C5698" w:rsidP="001C5698">
    <w:pPr>
      <w:pStyle w:val="Footer"/>
      <w:rPr>
        <w:rFonts w:cs="Calibri"/>
        <w:color w:val="222C34"/>
        <w:sz w:val="14"/>
        <w:szCs w:val="27"/>
        <w:shd w:val="clear" w:color="auto" w:fill="FFFFFF"/>
        <w:lang w:val="en-US"/>
      </w:rPr>
    </w:pPr>
    <w:r w:rsidRPr="00D23828">
      <w:rPr>
        <w:rFonts w:cs="Calibri"/>
        <w:color w:val="222C34"/>
        <w:sz w:val="14"/>
        <w:szCs w:val="27"/>
        <w:shd w:val="clear" w:color="auto" w:fill="FFFFFF"/>
        <w:lang w:val="en-US"/>
      </w:rPr>
      <w:t>may be made of the information contained therein.</w:t>
    </w:r>
  </w:p>
  <w:p w14:paraId="5575CE70" w14:textId="77777777" w:rsidR="001C5698" w:rsidRPr="001C5698" w:rsidRDefault="001C569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6D277" w14:textId="77777777" w:rsidR="00051490" w:rsidRDefault="00051490" w:rsidP="00011CFD">
      <w:pPr>
        <w:spacing w:after="0" w:line="240" w:lineRule="auto"/>
      </w:pPr>
      <w:r>
        <w:separator/>
      </w:r>
    </w:p>
  </w:footnote>
  <w:footnote w:type="continuationSeparator" w:id="0">
    <w:p w14:paraId="2C1A778C" w14:textId="77777777" w:rsidR="00051490" w:rsidRDefault="00051490" w:rsidP="00011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6E375" w14:textId="77777777" w:rsidR="00011CFD" w:rsidRPr="00DF0EE4" w:rsidRDefault="00011CFD" w:rsidP="00D23828">
    <w:pPr>
      <w:pStyle w:val="Header"/>
      <w:jc w:val="center"/>
    </w:pPr>
    <w:r w:rsidRPr="00011CFD"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13AB2443" wp14:editId="279AD3FE">
          <wp:simplePos x="0" y="0"/>
          <wp:positionH relativeFrom="margin">
            <wp:align>right</wp:align>
          </wp:positionH>
          <wp:positionV relativeFrom="margin">
            <wp:posOffset>-742171</wp:posOffset>
          </wp:positionV>
          <wp:extent cx="2160905" cy="463550"/>
          <wp:effectExtent l="0" t="0" r="0" b="0"/>
          <wp:wrapSquare wrapText="bothSides"/>
          <wp:docPr id="353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7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25" b="12327"/>
                  <a:stretch/>
                </pic:blipFill>
                <pic:spPr>
                  <a:xfrm>
                    <a:off x="0" y="0"/>
                    <a:ext cx="216090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14300" distR="114300" simplePos="0" relativeHeight="251658240" behindDoc="0" locked="0" layoutInCell="1" allowOverlap="1" wp14:anchorId="79C36CD8" wp14:editId="593395CD">
          <wp:simplePos x="0" y="0"/>
          <wp:positionH relativeFrom="margin">
            <wp:posOffset>29882</wp:posOffset>
          </wp:positionH>
          <wp:positionV relativeFrom="margin">
            <wp:posOffset>-823632</wp:posOffset>
          </wp:positionV>
          <wp:extent cx="1082040" cy="687070"/>
          <wp:effectExtent l="0" t="0" r="3810" b="0"/>
          <wp:wrapSquare wrapText="bothSides"/>
          <wp:docPr id="354" name="Grafik 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ransparent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2040" cy="687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0EE4" w:rsidRPr="00DF0EE4">
      <w:rPr>
        <w:iCs/>
        <w:color w:val="000000" w:themeColor="text1"/>
        <w:lang w:val="en-US"/>
      </w:rPr>
      <w:t>2018-1-AT01-KA202-039242</w:t>
    </w:r>
  </w:p>
  <w:p w14:paraId="4BB0A5CB" w14:textId="77777777" w:rsidR="00011CFD" w:rsidRDefault="00011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DFBD7" w14:textId="77777777" w:rsidR="00DF0EE4" w:rsidRDefault="00D23828" w:rsidP="0054529D">
    <w:pPr>
      <w:pStyle w:val="Header"/>
      <w:tabs>
        <w:tab w:val="clear" w:pos="4536"/>
        <w:tab w:val="clear" w:pos="9072"/>
        <w:tab w:val="left" w:pos="1782"/>
      </w:tabs>
    </w:pPr>
    <w:r>
      <w:rPr>
        <w:noProof/>
        <w:lang w:eastAsia="de-AT"/>
      </w:rPr>
      <w:drawing>
        <wp:anchor distT="0" distB="0" distL="107950" distR="107950" simplePos="0" relativeHeight="251667456" behindDoc="1" locked="0" layoutInCell="1" allowOverlap="1" wp14:anchorId="2B06B2B7" wp14:editId="3B02D6C5">
          <wp:simplePos x="0" y="0"/>
          <wp:positionH relativeFrom="column">
            <wp:posOffset>3047365</wp:posOffset>
          </wp:positionH>
          <wp:positionV relativeFrom="line">
            <wp:posOffset>-73660</wp:posOffset>
          </wp:positionV>
          <wp:extent cx="1391285" cy="323215"/>
          <wp:effectExtent l="0" t="0" r="0" b="635"/>
          <wp:wrapTight wrapText="bothSides">
            <wp:wrapPolygon edited="0">
              <wp:start x="0" y="0"/>
              <wp:lineTo x="0" y="20369"/>
              <wp:lineTo x="21294" y="20369"/>
              <wp:lineTo x="21294" y="0"/>
              <wp:lineTo x="0" y="0"/>
            </wp:wrapPolygon>
          </wp:wrapTight>
          <wp:docPr id="360" name="Grafik 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hk-projekt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28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6432" behindDoc="1" locked="0" layoutInCell="1" allowOverlap="1" wp14:anchorId="76F6178F" wp14:editId="59F2BA8A">
          <wp:simplePos x="0" y="0"/>
          <wp:positionH relativeFrom="column">
            <wp:posOffset>2173605</wp:posOffset>
          </wp:positionH>
          <wp:positionV relativeFrom="line">
            <wp:posOffset>-90805</wp:posOffset>
          </wp:positionV>
          <wp:extent cx="822325" cy="362585"/>
          <wp:effectExtent l="0" t="0" r="0" b="0"/>
          <wp:wrapTight wrapText="bothSides">
            <wp:wrapPolygon edited="0">
              <wp:start x="500" y="0"/>
              <wp:lineTo x="0" y="1135"/>
              <wp:lineTo x="0" y="13618"/>
              <wp:lineTo x="6505" y="18158"/>
              <wp:lineTo x="6505" y="20427"/>
              <wp:lineTo x="17514" y="20427"/>
              <wp:lineTo x="21016" y="17023"/>
              <wp:lineTo x="21016" y="2270"/>
              <wp:lineTo x="5504" y="0"/>
              <wp:lineTo x="500" y="0"/>
            </wp:wrapPolygon>
          </wp:wrapTight>
          <wp:docPr id="361" name="Grafik 3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VEM-E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3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4384" behindDoc="1" locked="0" layoutInCell="1" allowOverlap="1" wp14:anchorId="4FEB280F" wp14:editId="0B6C9ED2">
          <wp:simplePos x="0" y="0"/>
          <wp:positionH relativeFrom="margin">
            <wp:posOffset>-211455</wp:posOffset>
          </wp:positionH>
          <wp:positionV relativeFrom="line">
            <wp:posOffset>-149225</wp:posOffset>
          </wp:positionV>
          <wp:extent cx="1440815" cy="398780"/>
          <wp:effectExtent l="0" t="0" r="6985" b="1270"/>
          <wp:wrapTight wrapText="bothSides">
            <wp:wrapPolygon edited="0">
              <wp:start x="0" y="0"/>
              <wp:lineTo x="0" y="20637"/>
              <wp:lineTo x="21419" y="20637"/>
              <wp:lineTo x="21419" y="0"/>
              <wp:lineTo x="0" y="0"/>
            </wp:wrapPolygon>
          </wp:wrapTight>
          <wp:docPr id="358" name="Grafik 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alentcenter + WKO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5408" behindDoc="1" locked="0" layoutInCell="1" allowOverlap="1" wp14:anchorId="611589D2" wp14:editId="12552B96">
          <wp:simplePos x="0" y="0"/>
          <wp:positionH relativeFrom="column">
            <wp:posOffset>1270635</wp:posOffset>
          </wp:positionH>
          <wp:positionV relativeFrom="line">
            <wp:posOffset>-140970</wp:posOffset>
          </wp:positionV>
          <wp:extent cx="792480" cy="404495"/>
          <wp:effectExtent l="0" t="0" r="7620" b="0"/>
          <wp:wrapTight wrapText="bothSides">
            <wp:wrapPolygon edited="0">
              <wp:start x="0" y="0"/>
              <wp:lineTo x="0" y="20345"/>
              <wp:lineTo x="21288" y="20345"/>
              <wp:lineTo x="21288" y="0"/>
              <wp:lineTo x="0" y="0"/>
            </wp:wrapPolygon>
          </wp:wrapTight>
          <wp:docPr id="359" name="Grafik 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ardet_logo_new_w_bcr-01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70528" behindDoc="1" locked="0" layoutInCell="1" allowOverlap="1" wp14:anchorId="6875DB5A" wp14:editId="0C6CFEF0">
          <wp:simplePos x="0" y="0"/>
          <wp:positionH relativeFrom="column">
            <wp:posOffset>5767705</wp:posOffset>
          </wp:positionH>
          <wp:positionV relativeFrom="line">
            <wp:align>center</wp:align>
          </wp:positionV>
          <wp:extent cx="525145" cy="370205"/>
          <wp:effectExtent l="0" t="0" r="8255" b="0"/>
          <wp:wrapTight wrapText="bothSides">
            <wp:wrapPolygon edited="0">
              <wp:start x="0" y="0"/>
              <wp:lineTo x="0" y="20007"/>
              <wp:lineTo x="21156" y="20007"/>
              <wp:lineTo x="21156" y="0"/>
              <wp:lineTo x="0" y="0"/>
            </wp:wrapPolygon>
          </wp:wrapTight>
          <wp:docPr id="356" name="Grafik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fipl logo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5145" cy="37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9504" behindDoc="1" locked="0" layoutInCell="1" allowOverlap="1" wp14:anchorId="4C7CFE99" wp14:editId="7240235F">
          <wp:simplePos x="0" y="0"/>
          <wp:positionH relativeFrom="column">
            <wp:posOffset>5333365</wp:posOffset>
          </wp:positionH>
          <wp:positionV relativeFrom="line">
            <wp:align>center</wp:align>
          </wp:positionV>
          <wp:extent cx="342000" cy="306000"/>
          <wp:effectExtent l="0" t="0" r="1270" b="0"/>
          <wp:wrapTight wrapText="bothSides">
            <wp:wrapPolygon edited="0">
              <wp:start x="0" y="0"/>
              <wp:lineTo x="0" y="20208"/>
              <wp:lineTo x="20476" y="20208"/>
              <wp:lineTo x="20476" y="0"/>
              <wp:lineTo x="0" y="0"/>
            </wp:wrapPolygon>
          </wp:wrapTight>
          <wp:docPr id="355" name="Grafik 3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Smebox_logo high res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AT"/>
      </w:rPr>
      <w:drawing>
        <wp:anchor distT="0" distB="0" distL="107950" distR="107950" simplePos="0" relativeHeight="251668480" behindDoc="1" locked="0" layoutInCell="1" allowOverlap="1" wp14:anchorId="2199F404" wp14:editId="2A3304B6">
          <wp:simplePos x="0" y="0"/>
          <wp:positionH relativeFrom="column">
            <wp:posOffset>4505188</wp:posOffset>
          </wp:positionH>
          <wp:positionV relativeFrom="line">
            <wp:align>center</wp:align>
          </wp:positionV>
          <wp:extent cx="751840" cy="332740"/>
          <wp:effectExtent l="0" t="0" r="0" b="0"/>
          <wp:wrapTight wrapText="bothSides">
            <wp:wrapPolygon edited="0">
              <wp:start x="0" y="0"/>
              <wp:lineTo x="0" y="19786"/>
              <wp:lineTo x="20797" y="19786"/>
              <wp:lineTo x="20797" y="4947"/>
              <wp:lineTo x="8757" y="0"/>
              <wp:lineTo x="0" y="0"/>
            </wp:wrapPolygon>
          </wp:wrapTight>
          <wp:docPr id="357" name="Grafik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-tucep-vettoriale.pn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32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12501"/>
    <w:multiLevelType w:val="hybridMultilevel"/>
    <w:tmpl w:val="9AF2A4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163A5"/>
    <w:multiLevelType w:val="hybridMultilevel"/>
    <w:tmpl w:val="04AC7202"/>
    <w:lvl w:ilvl="0" w:tplc="0C070019">
      <w:start w:val="1"/>
      <w:numFmt w:val="lowerLetter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30B59"/>
    <w:multiLevelType w:val="hybridMultilevel"/>
    <w:tmpl w:val="155261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0BC"/>
    <w:rsid w:val="00011CFD"/>
    <w:rsid w:val="0001295A"/>
    <w:rsid w:val="00051490"/>
    <w:rsid w:val="000D18E6"/>
    <w:rsid w:val="001404E4"/>
    <w:rsid w:val="001758CE"/>
    <w:rsid w:val="001C4FAE"/>
    <w:rsid w:val="001C5698"/>
    <w:rsid w:val="00291F80"/>
    <w:rsid w:val="00402563"/>
    <w:rsid w:val="0054529D"/>
    <w:rsid w:val="0073263E"/>
    <w:rsid w:val="00AA0E9C"/>
    <w:rsid w:val="00C440BC"/>
    <w:rsid w:val="00C8196D"/>
    <w:rsid w:val="00C973E1"/>
    <w:rsid w:val="00D23828"/>
    <w:rsid w:val="00DF0EE4"/>
    <w:rsid w:val="00F2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FD7EAF"/>
  <w15:chartTrackingRefBased/>
  <w15:docId w15:val="{4E59801D-89AA-492E-B210-DFDF6802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CFD"/>
    <w:rPr>
      <w:rFonts w:ascii="Trebuchet MS" w:hAnsi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1CFD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1CF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CFD"/>
  </w:style>
  <w:style w:type="paragraph" w:styleId="Footer">
    <w:name w:val="footer"/>
    <w:basedOn w:val="Normal"/>
    <w:link w:val="FooterChar"/>
    <w:uiPriority w:val="99"/>
    <w:unhideWhenUsed/>
    <w:rsid w:val="00011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CFD"/>
  </w:style>
  <w:style w:type="character" w:customStyle="1" w:styleId="Heading1Char">
    <w:name w:val="Heading 1 Char"/>
    <w:basedOn w:val="DefaultParagraphFont"/>
    <w:link w:val="Heading1"/>
    <w:uiPriority w:val="9"/>
    <w:rsid w:val="00011CFD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1CFD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paragraph" w:styleId="NoSpacing">
    <w:name w:val="No Spacing"/>
    <w:link w:val="NoSpacingChar"/>
    <w:uiPriority w:val="1"/>
    <w:qFormat/>
    <w:rsid w:val="001C5698"/>
    <w:pPr>
      <w:spacing w:after="0" w:line="240" w:lineRule="auto"/>
    </w:pPr>
    <w:rPr>
      <w:rFonts w:eastAsiaTheme="minorEastAsia"/>
      <w:lang w:eastAsia="de-AT"/>
    </w:rPr>
  </w:style>
  <w:style w:type="character" w:customStyle="1" w:styleId="NoSpacingChar">
    <w:name w:val="No Spacing Char"/>
    <w:basedOn w:val="DefaultParagraphFont"/>
    <w:link w:val="NoSpacing"/>
    <w:uiPriority w:val="1"/>
    <w:rsid w:val="001C5698"/>
    <w:rPr>
      <w:rFonts w:eastAsiaTheme="minorEastAsia"/>
      <w:lang w:eastAsia="de-AT"/>
    </w:rPr>
  </w:style>
  <w:style w:type="character" w:styleId="Hyperlink">
    <w:name w:val="Hyperlink"/>
    <w:basedOn w:val="DefaultParagraphFont"/>
    <w:uiPriority w:val="99"/>
    <w:unhideWhenUsed/>
    <w:rsid w:val="001758C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9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291F8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291F8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819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5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4lent.e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Erasmus%20Projekte\01_Talent%204.0%202018-2020\01_Project%20Delivery\IO3\T4.0_Word_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T4.0_Word_Template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 01: Check-in to Talent management 4.0</vt:lpstr>
    </vt:vector>
  </TitlesOfParts>
  <Company>WKO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01: Check-in to Talent management 4.0</dc:title>
  <dc:subject>Worksheet 01.1 - First steps to define talent</dc:subject>
  <dc:creator>Thomas Tröbinger</dc:creator>
  <cp:keywords/>
  <dc:description/>
  <cp:lastModifiedBy>FIPL12</cp:lastModifiedBy>
  <cp:revision>5</cp:revision>
  <dcterms:created xsi:type="dcterms:W3CDTF">2020-02-18T11:06:00Z</dcterms:created>
  <dcterms:modified xsi:type="dcterms:W3CDTF">2020-05-19T09:29:00Z</dcterms:modified>
</cp:coreProperties>
</file>